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8D41B" w14:textId="77777777" w:rsidR="005412D0" w:rsidRPr="005412D0" w:rsidRDefault="005412D0" w:rsidP="005412D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412D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SARS-CoV-2/human/USA/VA-CDC-MMB14309497/2022, complete genome</w:t>
      </w:r>
    </w:p>
    <w:p w14:paraId="7A3DF75B" w14:textId="77777777" w:rsidR="005412D0" w:rsidRPr="005412D0" w:rsidRDefault="005412D0" w:rsidP="005412D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t>GenBank: OM931491.1</w:t>
      </w:r>
    </w:p>
    <w:p w14:paraId="36475F76" w14:textId="77777777" w:rsidR="005412D0" w:rsidRPr="005412D0" w:rsidRDefault="005412D0" w:rsidP="005412D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"https://www.ncbi.nlm.nih.gov/nuccore/OM931491.1?report=fasta" </w:instrText>
      </w: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412D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"https://www.ncbi.nlm.nih.gov/nuccore/OM931491.1?report=graph" </w:instrText>
      </w: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412D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31491.1"/>
    <w:bookmarkEnd w:id="1"/>
    <w:p w14:paraId="6B260004" w14:textId="77777777" w:rsidR="005412D0" w:rsidRPr="005412D0" w:rsidRDefault="005412D0" w:rsidP="005412D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"https://www.ncbi.nlm.nih.gov/nuccore/OM931491.1" \l "goto2205322586_0" </w:instrText>
      </w: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412D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412D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BDB849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LOCUS       OM931491               29770 bp    RNA     linear   VRL 07-MAR-2022</w:t>
      </w:r>
    </w:p>
    <w:p w14:paraId="1F7AD83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6C4BE3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SARS-CoV-2/human/USA/VA-CDC-MMB14309497/2022, complete genome.</w:t>
      </w:r>
    </w:p>
    <w:p w14:paraId="04C346B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ACCESSION   OM931491</w:t>
      </w:r>
    </w:p>
    <w:p w14:paraId="527B929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VERSION     OM931491.1</w:t>
      </w:r>
    </w:p>
    <w:p w14:paraId="69B2D39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"https://www.ncbi.nlm.nih.gov/bioproject/PRJNA738870"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PRJNA738870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C6B241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"https://www.ncbi.nlm.nih.gov/biosample/SAMN26502634"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SAMN26502634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553511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85B43B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104275B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0AAAEF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F07307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1DC27C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5EF5E4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29770)</w:t>
      </w:r>
    </w:p>
    <w:p w14:paraId="1B019BB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7BFC35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2B52D0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7B8E4D1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1D3192B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1D5D84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3D73AA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29770)</w:t>
      </w:r>
    </w:p>
    <w:p w14:paraId="02F1826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624F86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359228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Tugwell,M.,</w:t>
      </w:r>
    </w:p>
    <w:p w14:paraId="1D8DEFC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Moon,L., Paden,C.R. and MacCannell,D.</w:t>
      </w:r>
    </w:p>
    <w:p w14:paraId="6935251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6DD0E9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(07-MAR-2022) Respiratory Viruses Branch, Division of</w:t>
      </w:r>
    </w:p>
    <w:p w14:paraId="5984AC6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1D6386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23E39C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31491.1"/>
      <w:bookmarkEnd w:id="2"/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83B853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ion_ampliseq_sars-cov2</w:t>
      </w:r>
    </w:p>
    <w:p w14:paraId="2E73A8B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Sequencing Technology :: Ion GeneStudio S5 Prime</w:t>
      </w:r>
    </w:p>
    <w:p w14:paraId="261B49D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FEDB2F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31491.1"/>
      <w:bookmarkEnd w:id="3"/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F8C94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1..29770</w:t>
      </w:r>
    </w:p>
    <w:p w14:paraId="4F4FD27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449CEE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E92A20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A5E859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/isolate="SARS-CoV-2/human/USA/VA-CDC-MMB14309497/2022"</w:t>
      </w:r>
    </w:p>
    <w:p w14:paraId="5736C6C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6B753FA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0C179E5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22642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Virginia"</w:t>
      </w:r>
    </w:p>
    <w:p w14:paraId="1F67BE0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/collection_date="2022-02-11"</w:t>
      </w:r>
    </w:p>
    <w:p w14:paraId="69F2A27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"https://www.ncbi.nlm.nih.gov/nuccore/OM931491.1?from=224&amp;to=21501"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224..21501</w:t>
      </w:r>
    </w:p>
    <w:p w14:paraId="1C4F4E8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83DE3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"https://www.ncbi.nlm.nih.gov/nuccore/OM931491.1?location=224:13414,13414:21501"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join(224..13414,13414..21501)</w:t>
      </w:r>
    </w:p>
    <w:p w14:paraId="42F1C48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0CED8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B01D56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65679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D4450D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"https://www.ncbi.nlm.nih.gov/protein/2205322587"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UMW45519.1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DE366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7D9CF4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9F1CA0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BE0882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FD3DB3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D8DBCC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18FD21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57AC3C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1B6390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6B7C70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35AEB1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1FA079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001AF6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BB1E45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290ED9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CF77E9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BF49C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E7F487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40BD4E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4F342F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DYIATNGPLKVGGSCVLSGHNLAKHCLHVVGPNVNKGEDIQLFKSAYENFNQHEVLLA</w:t>
      </w:r>
    </w:p>
    <w:p w14:paraId="235CB52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69F691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EIPKEEVKPFITESKPSVEQRKQDDKKIKACVEEVTTTLEETKFLTENLLLYIDINGN</w:t>
      </w:r>
    </w:p>
    <w:p w14:paraId="1C8EBCB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AE9B46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2B9E48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080C91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B02E9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CF8DEA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283820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A20A8C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1F6B5F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0B004B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BB1087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19DA07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72268D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1C2DD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KPVETSNSFXXXXXXXXXXXXXLACEDLKPVSEEVVENPTIQKDVLECNVKTTEVVGD</w:t>
      </w:r>
    </w:p>
    <w:p w14:paraId="0A1733A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725370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9BCEB9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A62CA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50D1DF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342CE1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4E927E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FAC200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954BFD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34FC5F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66B479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CA5322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8830AD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644BFA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679AE8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5286B3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AA633D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51E7EB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DEF14C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7FC22D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ED0FC6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26ED52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0F410B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E30E96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57720D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633748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F094CA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LLTILTSLLVLVQSTQWSLFFFFYENAFLPFAMGIIAMSAFAMMFVKHKHAFLCLFLL</w:t>
      </w:r>
    </w:p>
    <w:p w14:paraId="52CDBF8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PSLATVAYFNMVYMPASWVMRIMTWLDMVDTSFKLKDCVMYASAVVLLILMTARTVYD</w:t>
      </w:r>
    </w:p>
    <w:p w14:paraId="3A39DF2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931F89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D1984A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702DA6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38266D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CAFCE0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F8085F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09F316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6367DB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3813AF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FBF974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41C5E0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F512D4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843EAA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08E7A2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4F1612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B2891A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E68528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3334BA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1EB19F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350FF8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5690C6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A0EBEF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2C1C06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DFE4C9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0FCD004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691030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42D1B5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117E107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C49E8B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A708AC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A88717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F75000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68DD4D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A2A477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3039B0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C5E773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F104A9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F09E24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939FDB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0C7BD2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9B099A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GLPWNVVRIKIVQMLSDTLKNLSDRVVFVLWAHGFELTSMKYFVKIGPERTCCLCDRR</w:t>
      </w:r>
    </w:p>
    <w:p w14:paraId="0703414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2EC483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5D9A3BE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0F88D9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A5CCC0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350CBB4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47A879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BAF6C3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3D6553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08FE86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3BD3DE4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A035DB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E2E8B4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AA2B25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2EA04AE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66692E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81F767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A10DAC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"https://www.ncbi.nlm.nih.gov/protein/UMW45519.1?from=1&amp;to=180"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63A5971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A28A9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ACEF3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"https://www.ncbi.nlm.nih.gov/protein/UMW45519.1?from=181&amp;to=818"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5562220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C0CCA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F77CF2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"https://www.ncbi.nlm.nih.gov/protein/UMW45519.1?from=819&amp;to=2762"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6253C72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0B892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C9A0F5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"https://www.ncbi.nlm.nih.gov/protein/UMW45519.1?from=2763&amp;to=3262"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2D4B327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DC632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9D50AD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"https://www.ncbi.nlm.nih.gov/protein/UMW45519.1?from=3263&amp;to=3568"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7D0E9A7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49EEA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55418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"https://www.ncbi.nlm.nih.gov/protein/UMW45519.1?from=3569&amp;to=3855"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48BFAF1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ADA18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C1BC35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"https://www.ncbi.nlm.nih.gov/protein/UMW45519.1?from=3856&amp;to=3938"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4022AD8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67558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049EFB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"https://www.ncbi.nlm.nih.gov/protein/UMW45519.1?from=3939&amp;to=4136"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3F7D419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4A84C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CD51D0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"https://www.ncbi.nlm.nih.gov/protein/UMW45519.1?from=4137&amp;to=4249"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36C7D27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E0E94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1632E4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"https://www.ncbi.nlm.nih.gov/protein/UMW45519.1?from=4250&amp;to=4388"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24F3249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ED98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07B8D0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"https://www.ncbi.nlm.nih.gov/protein/UMW45519.1?from=4389&amp;to=5320"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join(13388..13414,13414..16182)</w:t>
      </w:r>
    </w:p>
    <w:p w14:paraId="1EDED50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9E8AC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E3F3D4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"https://www.ncbi.nlm.nih.gov/protein/UMW45519.1?from=5321&amp;to=5921"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16183..17985</w:t>
      </w:r>
    </w:p>
    <w:p w14:paraId="2B1F103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BD904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055CC0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"https://www.ncbi.nlm.nih.gov/protein/UMW45519.1?from=5922&amp;to=6448"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17986..19566</w:t>
      </w:r>
    </w:p>
    <w:p w14:paraId="36807A7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E6E5D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A0D702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"https://www.ncbi.nlm.nih.gov/protein/UMW45519.1?from=6449&amp;to=6794"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19567..20604</w:t>
      </w:r>
    </w:p>
    <w:p w14:paraId="609487C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29773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ACF735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"https://www.ncbi.nlm.nih.gov/protein/UMW45519.1?from=6795&amp;to=7092"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20605..21498</w:t>
      </w:r>
    </w:p>
    <w:p w14:paraId="03889BD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CF224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763E1B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"https://www.ncbi.nlm.nih.gov/nuccore/OM931491.1?from=224&amp;to=13429"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224..13429</w:t>
      </w:r>
    </w:p>
    <w:p w14:paraId="7DD6884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3746D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A481C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313EF4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"https://www.ncbi.nlm.nih.gov/protein/2205322588"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UMW45520.1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CE9EC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7AD1B8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7067DA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F0E9D7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EBBFAD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C9288F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C9DE99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117089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BB2692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679734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C496BA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7B2AF5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CFE859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B58910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FC1A8B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37169A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0EE7C3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KLASHMYCSFYPPDEDEEEGDCEEEEFEPSTQYEYGTEDDYQGKPLEFGATSAALQPE</w:t>
      </w:r>
    </w:p>
    <w:p w14:paraId="38210AE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6ABF21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D745D8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DYIATNGPLKVGGSCVLSGHNLAKHCLHVVGPNVNKGEDIQLFKSAYENFNQHEVLLA</w:t>
      </w:r>
    </w:p>
    <w:p w14:paraId="2436300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DDD912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81559E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626041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B781A7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99CD40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07DCC6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51690E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DC2152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9B2898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153E74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ADB53D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B2C7E4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4F455F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C9289B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BB33E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KPVETSNSFXXXXXXXXXXXXXLACEDLKPVSEEVVENPTIQKDVLECNVKTTEVVGD</w:t>
      </w:r>
    </w:p>
    <w:p w14:paraId="14C25A9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F1A257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91D86C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CC7594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6B8D75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C2A7A8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4AB56E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C32797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76AD35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83AE69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ADAA0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F602FE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81A593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5DDFBA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00B4F7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CF46B5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7C78E2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DA6219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963CEE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505A2C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4436A5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9544E2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247C67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LKVDTANPKTPKYKFVRIQPGQTFSVLACYNGSPSGVYQCAMRHNFTIKGSFLNGSCG</w:t>
      </w:r>
    </w:p>
    <w:p w14:paraId="6695FDA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330C68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13C571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2E5325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LLTILTSLLVLVQSTQWSLFFFFYENAFLPFAMGIIAMSAFAMMFVKHKHAFLCLFLL</w:t>
      </w:r>
    </w:p>
    <w:p w14:paraId="4DC8330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45A791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DE3861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C9C4FC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3ACCE3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770272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49A600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162BF1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44A9BD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D488A6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2F347D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A1817E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95A3BC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5B538D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34522BE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"https://www.ncbi.nlm.nih.gov/protein/UMW45520.1?from=1&amp;to=180"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4F6B25A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90E86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E30F57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"https://www.ncbi.nlm.nih.gov/protein/UMW45520.1?from=181&amp;to=818"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774495B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315B8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90812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"https://www.ncbi.nlm.nih.gov/protein/UMW45520.1?from=819&amp;to=2762"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2678..8509</w:t>
      </w:r>
    </w:p>
    <w:p w14:paraId="07B6FFA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7B28C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9D9069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"https://www.ncbi.nlm.nih.gov/protein/UMW45520.1?from=2763&amp;to=3262"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8510..10009</w:t>
      </w:r>
    </w:p>
    <w:p w14:paraId="35DF42B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107C7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082D9D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"https://www.ncbi.nlm.nih.gov/protein/UMW45520.1?from=3263&amp;to=3568"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10010..10927</w:t>
      </w:r>
    </w:p>
    <w:p w14:paraId="36EBB7F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D54A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0A63CE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"https://www.ncbi.nlm.nih.gov/protein/UMW45520.1?from=3569&amp;to=3855"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10928..11788</w:t>
      </w:r>
    </w:p>
    <w:p w14:paraId="547B2B6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3D052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FC8BB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"https://www.ncbi.nlm.nih.gov/protein/UMW45520.1?from=3856&amp;to=3938"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11789..12037</w:t>
      </w:r>
    </w:p>
    <w:p w14:paraId="0A894C7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48432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F45370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"https://www.ncbi.nlm.nih.gov/protein/UMW45520.1?from=3939&amp;to=4136"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12038..12631</w:t>
      </w:r>
    </w:p>
    <w:p w14:paraId="1D5C53F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0F124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/product="nsp8"</w:t>
      </w:r>
    </w:p>
    <w:p w14:paraId="2F3E552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"https://www.ncbi.nlm.nih.gov/protein/UMW45520.1?from=4137&amp;to=4249"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12632..12970</w:t>
      </w:r>
    </w:p>
    <w:p w14:paraId="0555040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88FC2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73E3C1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"https://www.ncbi.nlm.nih.gov/protein/UMW45520.1?from=4250&amp;to=4388"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12971..13387</w:t>
      </w:r>
    </w:p>
    <w:p w14:paraId="7992E7C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D1F54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8BBDC7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"https://www.ncbi.nlm.nih.gov/protein/UMW45520.1?from=4389&amp;to=4401"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13388..13426</w:t>
      </w:r>
    </w:p>
    <w:p w14:paraId="5A04BC9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C4735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589425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"https://www.ncbi.nlm.nih.gov/nuccore/OM931491.1?from=13422&amp;to=13449"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13422..13449</w:t>
      </w:r>
    </w:p>
    <w:p w14:paraId="3DC3FCB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3174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5FEE7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84CC4A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"https://www.ncbi.nlm.nih.gov/nuccore/OM931491.1?from=13434&amp;to=13488"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13434..13488</w:t>
      </w:r>
    </w:p>
    <w:p w14:paraId="4421A1B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46FD1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36954D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AE8C05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"https://www.ncbi.nlm.nih.gov/nuccore/OM931491.1?from=21509&amp;to=25321"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21509..25321</w:t>
      </w:r>
    </w:p>
    <w:p w14:paraId="5E282D6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620FF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"https://www.ncbi.nlm.nih.gov/nuccore/OM931491.1?from=21509&amp;to=25321"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21509..25321</w:t>
      </w:r>
    </w:p>
    <w:p w14:paraId="3B0C8C1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B67421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606B1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4F9244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"https://www.ncbi.nlm.nih.gov/protein/2205322589"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UMW45521.1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F27AC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55E331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9D9BAF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10E65A8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02B4A0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7C4B53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069707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80CBC3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B9D067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20DA21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01092F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6E3E20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F640D5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C61F0F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467274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45B857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61B438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4EFB499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VLNDIFSRLDKVEAEVQIDRLITGRLQSLQTYVTQQLIRAAEIRASANLAATKMSECV</w:t>
      </w:r>
    </w:p>
    <w:p w14:paraId="1943301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1990DC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7B2EF0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687AD1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E07256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3323A5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"https://www.ncbi.nlm.nih.gov/nuccore/OM931491.1?from=25330&amp;to=26157"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25330..26157</w:t>
      </w:r>
    </w:p>
    <w:p w14:paraId="58F5846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DE5715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"https://www.ncbi.nlm.nih.gov/nuccore/OM931491.1?from=25330&amp;to=26157"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25330..26157</w:t>
      </w:r>
    </w:p>
    <w:p w14:paraId="4639A4C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C72D9B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16BAD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C09910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"https://www.ncbi.nlm.nih.gov/protein/2205322590"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UMW45522.1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0DC71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/translation="MDLFMRIFKIGTVTLKQGEIKDATPSDFVRATATIPIQASLPFG</w:t>
      </w:r>
    </w:p>
    <w:p w14:paraId="299B4F1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WLIVGVALLAVFQSASKIITLKKRWQLALSKGVHFVCNLLLLFVIVYSHLLLVAAGLE</w:t>
      </w:r>
    </w:p>
    <w:p w14:paraId="4636E73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4352425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5C6DC8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9068B8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"https://www.ncbi.nlm.nih.gov/nuccore/OM931491.1?from=26182&amp;to=26409"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26182..26409</w:t>
      </w:r>
    </w:p>
    <w:p w14:paraId="0B243A4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7DD578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"https://www.ncbi.nlm.nih.gov/nuccore/OM931491.1?from=26182&amp;to=26409"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26182..26409</w:t>
      </w:r>
    </w:p>
    <w:p w14:paraId="5174327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1C1815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8C76B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2B44C6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"https://www.ncbi.nlm.nih.gov/protein/2205322591"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UMW45523.1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E5305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87D4B2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9B9228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"https://www.ncbi.nlm.nih.gov/nuccore/OM931491.1?from=26460&amp;to=27128"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26460..27128</w:t>
      </w:r>
    </w:p>
    <w:p w14:paraId="6E6EB5E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845AB2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"https://www.ncbi.nlm.nih.gov/nuccore/OM931491.1?from=26460&amp;to=27128"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26460..27128</w:t>
      </w:r>
    </w:p>
    <w:p w14:paraId="13C496D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7DAB5F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8420C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3EAF80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"https://www.ncbi.nlm.nih.gov/protein/2205322592"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UMW45524.1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399D5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5564EC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B17F96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1C80CE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2A4F3D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D2BF9E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"https://www.ncbi.nlm.nih.gov/nuccore/OM931491.1?from=27139&amp;to=27324"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27139..27324</w:t>
      </w:r>
    </w:p>
    <w:p w14:paraId="6B1E77C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AE6A10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"https://www.ncbi.nlm.nih.gov/nuccore/OM931491.1?from=27139&amp;to=27324"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27139..27324</w:t>
      </w:r>
    </w:p>
    <w:p w14:paraId="4CBC184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66FD39D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A1786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C93D15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"https://www.ncbi.nlm.nih.gov/protein/2205322593"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UMW45525.1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D2E7F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F1A0E7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5AA420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"https://www.ncbi.nlm.nih.gov/nuccore/OM931491.1?from=27331&amp;to=27696"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27331..27696</w:t>
      </w:r>
    </w:p>
    <w:p w14:paraId="5FB4BD7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3D683A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"https://www.ncbi.nlm.nih.gov/nuccore/OM931491.1?from=27331&amp;to=27696"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27331..27696</w:t>
      </w:r>
    </w:p>
    <w:p w14:paraId="4784B72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973B3E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C88E9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713E8A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"https://www.ncbi.nlm.nih.gov/protein/2205322594"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UMW45526.1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D099B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AA50B6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8B2F15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3E173A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"https://www.ncbi.nlm.nih.gov/nuccore/OM931491.1?from=27693&amp;to=27824"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27693..27824</w:t>
      </w:r>
    </w:p>
    <w:p w14:paraId="0B1F318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6BBC9A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"https://www.ncbi.nlm.nih.gov/nuccore/OM931491.1?from=27693&amp;to=27824"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27693..27824</w:t>
      </w:r>
    </w:p>
    <w:p w14:paraId="2D34F68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3E326A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4E038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7E9EA0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"https://www.ncbi.nlm.nih.gov/protein/2205322595"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UMW45527.1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C3A07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2EF458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"https://www.ncbi.nlm.nih.gov/nuccore/OM931491.1?from=27831&amp;to=28196"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27831..28196</w:t>
      </w:r>
    </w:p>
    <w:p w14:paraId="104A24A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76CFCC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"https://www.ncbi.nlm.nih.gov/nuccore/OM931491.1?from=27831&amp;to=28196"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27831..28196</w:t>
      </w:r>
    </w:p>
    <w:p w14:paraId="7B2922A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42400E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444088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107A55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"https://www.ncbi.nlm.nih.gov/protein/2205322596"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UMW45528.1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5FD2D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027D40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2FDCF4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E04F21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"https://www.ncbi.nlm.nih.gov/nuccore/OM931491.1?from=28211&amp;to=29461"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28211..29461</w:t>
      </w:r>
    </w:p>
    <w:p w14:paraId="6EC8316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11BF61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"https://www.ncbi.nlm.nih.gov/nuccore/OM931491.1?from=28211&amp;to=29461"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28211..29461</w:t>
      </w:r>
    </w:p>
    <w:p w14:paraId="78BD8B4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A950D5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2DA7D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98C7F6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"https://www.ncbi.nlm.nih.gov/protein/2205322597"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UMW45529.1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016BC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78FF8A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NTASWFTALTQHGKEDLKFPRGQGVPINTNSSPDDQIGYYRRATRRIRGGDGKMKDLS</w:t>
      </w:r>
    </w:p>
    <w:p w14:paraId="5942C5D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1AD3C5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DF006D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C43DD2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287A94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59753A7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151D4C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"https://www.ncbi.nlm.nih.gov/nuccore/OM931491.1?from=29486&amp;to=29602"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29486..29602</w:t>
      </w:r>
    </w:p>
    <w:p w14:paraId="3B5DC54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669BA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"https://www.ncbi.nlm.nih.gov/nuccore/OM931491.1?from=29486&amp;to=29602"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29486..29602</w:t>
      </w:r>
    </w:p>
    <w:p w14:paraId="566E069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5FFE68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3AFBA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2D4AA6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"https://www.ncbi.nlm.nih.gov/protein/2205322598"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UMW45530.1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39B0E5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E82B57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"https://www.ncbi.nlm.nih.gov/nuccore/OM931491.1?from=29537&amp;to=29572"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29537..29572</w:t>
      </w:r>
    </w:p>
    <w:p w14:paraId="6777779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D34610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D7C379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"https://www.ncbi.nlm.nih.gov/nuccore/OM931491.1?from=29557&amp;to=29585"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29557..29585</w:t>
      </w:r>
    </w:p>
    <w:p w14:paraId="716C9BA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E9C37A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A10B1C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"https://www.ncbi.nlm.nih.gov/nuccore/OM931491.1?from=29656&amp;to=29696" </w:instrTex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412D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29656..29696</w:t>
      </w:r>
    </w:p>
    <w:p w14:paraId="6D81EA1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BFEBF3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6F962E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31491.1"/>
      <w:bookmarkEnd w:id="4"/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08537F2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0640AE3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7A693C2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3236079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5DCD770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2E5C459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24E5DFD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21C7E60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0CCFC47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aaggttcttc ttcgtaagaa</w:t>
      </w:r>
    </w:p>
    <w:p w14:paraId="19B054E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gccatagtta cggcgccgat ctaaagtcat ttgacttagg</w:t>
      </w:r>
    </w:p>
    <w:p w14:paraId="1CB7108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3602756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175F6A4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427E036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77559B2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2A2DF00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3F5CF8C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6CBFEC4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1081 aagggttgaa aagaaaaagc ttgatggctt tatgggtaga attcgatctg tctatccagt</w:t>
      </w:r>
    </w:p>
    <w:p w14:paraId="19D7B29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02EBF6A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3161E7F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140CC84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496BF23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4D38A23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10B4F21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08B79CA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taatgacaac cttcttgaaa tactccaaaa agagaaagtc aacatcaata ttgttggtga</w:t>
      </w:r>
    </w:p>
    <w:p w14:paraId="070216D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76327A2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09856B1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5E6AE08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ctgagtcctc tttatgcatt tgcatcagag gctgctcgtg ttgtacgatc</w:t>
      </w:r>
    </w:p>
    <w:p w14:paraId="453435D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7F03608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3F9B4E4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4416997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320B23E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706C55E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0728D06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43D06D9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2E0A0A9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5244DB3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369A5B5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5AAFFA3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2C1E09D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176D118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4E45D19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aatatcactt ttgaacttga</w:t>
      </w:r>
    </w:p>
    <w:p w14:paraId="67856EA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ttaatgagag gtgctctgcc tatacagttg aactcggtac</w:t>
      </w:r>
    </w:p>
    <w:p w14:paraId="04F2173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5671751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59A4F01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279B267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061FEFC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123EC73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0D6D509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35BA636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4A83AA5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382A186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41F80B7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63DD272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3633E93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0086F25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3601 agacattcaa ctttttaaga gtgcttatga aaattttaat cagcacgaag ttctacttgc</w:t>
      </w:r>
    </w:p>
    <w:p w14:paraId="540AF99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44172DB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4840B7F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75DD6DD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4ACADFE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63FBF62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541E5B0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2B9806B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agtgggtgat gttgttcaag agggtgtttt aactgctgtg gttataccta ctaaaaaggc</w:t>
      </w:r>
    </w:p>
    <w:p w14:paraId="0246AA7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tggtggcact actgaaatgc tagcgaaagc tttgagaaaa gtgccaacag acaattatat</w:t>
      </w:r>
    </w:p>
    <w:p w14:paraId="6C0781F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77117A3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aaaagtgcct tttacattct accatctatt atctctaatg agaagcaaga</w:t>
      </w:r>
    </w:p>
    <w:p w14:paraId="748A2AE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739BDBA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3D47188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6B857C3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7AFB1D2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0E9A2CA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4BAEA64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062ED05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4CFA359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35E712B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7CC4B72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21B490B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271FB1A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05EEA42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2F1CB2F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7B0A105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4C226B7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5F81B08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agcggctaac ttttgtgcac ttatcttagc ctactgtaat aagacagtag gtgagttagg</w:t>
      </w:r>
    </w:p>
    <w:p w14:paraId="0D5E5EB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7864A8B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48A92F3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1D85872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269DECA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138BCF0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75931B8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279338B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55F4CE3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2B9874E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12CA19C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6E4C199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787FCE4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6121 tgtggtggct attgattata aacactacac accctctttt aagaaaggag ctaaattgtt</w:t>
      </w:r>
    </w:p>
    <w:p w14:paraId="5A19CB8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2AA170A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attcgtttgn</w:t>
      </w:r>
    </w:p>
    <w:p w14:paraId="0E6C820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nnnnnnnnnn nnnnnnnnnn nnnnnnnnnn nnnnnnnctt gcctgcgaag atctaaaacc</w:t>
      </w:r>
    </w:p>
    <w:p w14:paraId="73C41C1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4576228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taaaaattac</w:t>
      </w:r>
    </w:p>
    <w:p w14:paraId="60185BA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agaagaggtt ggccacacag atctaatggc tgcttatgta gacaattcta gtcttactat</w:t>
      </w:r>
    </w:p>
    <w:p w14:paraId="21810D1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taagaaacct aatgaattat ctagagtatt aggtttgaaa acccttgcta ctcatggttt</w:t>
      </w:r>
    </w:p>
    <w:p w14:paraId="6EE08CD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agctgctgtt aatagtgtcc cttgggatac tatagctaat tatgctaagc cttttcttaa</w:t>
      </w:r>
    </w:p>
    <w:p w14:paraId="3786F6C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caaagttgtt agtacaacta ctaacatagt tacacggtgt ttaaaccgtg tttgtactaa</w:t>
      </w:r>
    </w:p>
    <w:p w14:paraId="4FB5393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ttatatgcct tatttcttta ctttattgct acaattgtgt acttttacta gaagtacaaa</w:t>
      </w:r>
    </w:p>
    <w:p w14:paraId="7661749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ttctagaatt aaagcatcta tgccgactac tatagcaaag aatactgtta agagtgtcgg</w:t>
      </w:r>
    </w:p>
    <w:p w14:paraId="13C2646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taaattttgt ctagaggctt catttaatta tttgaagtca cctaattttt ctaaactgat</w:t>
      </w:r>
    </w:p>
    <w:p w14:paraId="2392890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aaatattata atttggtttt tactattaag tgtttgccta ggttctttaa tctactcaac</w:t>
      </w:r>
    </w:p>
    <w:p w14:paraId="479FA19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cgctgcttta ggtgttttaa tgtctaattt aggcatgcct tcttactgta ctggttacag</w:t>
      </w:r>
    </w:p>
    <w:p w14:paraId="5206113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agaaggctat ttgaactcta ctaatgtcac tattgcaacc tactgtactg gttctatacc</w:t>
      </w:r>
    </w:p>
    <w:p w14:paraId="4DCF472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ttgtagtgtt tgtcttagtg gtttagattc tttagacacc tatccttctt tagaaactat</w:t>
      </w:r>
    </w:p>
    <w:p w14:paraId="23E919F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acaaattacc atttcatctt ttaaatggga tttaactgct tttggcttag ttgcagagtg</w:t>
      </w:r>
    </w:p>
    <w:p w14:paraId="4095725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gtttttggca tatattcttt tcactaggtt tttctatgta cttggattgg ctgcaatcat</w:t>
      </w:r>
    </w:p>
    <w:p w14:paraId="405159F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gcaattgttt ttcagctatt ttgcagtaca ttttattagt aattcttggc ttatgtggtt</w:t>
      </w:r>
    </w:p>
    <w:p w14:paraId="0BF6109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aataattaat cttgtacaaa tggccccgat ttcagctatg gttagaatgt acatcttctt</w:t>
      </w:r>
    </w:p>
    <w:p w14:paraId="79E6FD8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tgcatcattt tattatgtat ggaaaagtta tgtgcatgtt gtagacggtt gtaattcatc</w:t>
      </w:r>
    </w:p>
    <w:p w14:paraId="2D98A58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aacttgtatg atgtgttaca aacgtaatag agcaacaaga gtcgaatgta caactattgt</w:t>
      </w:r>
    </w:p>
    <w:p w14:paraId="5413913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taatggtgtt agaaggtcct tttatgtcta tgctaatgga ggtaaaggct tttgcaaact</w:t>
      </w:r>
    </w:p>
    <w:p w14:paraId="0DB8103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acacaattgg aattgtgtta attgtgatac attctgtgct ggtagtacat ttattagtga</w:t>
      </w:r>
    </w:p>
    <w:p w14:paraId="695361F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tgaagttgcg agagacttgt cactacagtt taaaagacca ataaatccta ctgaccagtc</w:t>
      </w:r>
    </w:p>
    <w:p w14:paraId="3EE1A22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ttcttacatc gttgatagtg ttacagtgaa gaatggttcc atccatcttt actttgataa</w:t>
      </w:r>
    </w:p>
    <w:p w14:paraId="7116D48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agctggtcaa aagacttatg aaagacattc tctctctcat tttgttaact tagacaacct</w:t>
      </w:r>
    </w:p>
    <w:p w14:paraId="13E47D3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gagagctaat aacactaaag gttcattgcc tattaatgtt atagtttttg atggtaaatc</w:t>
      </w:r>
    </w:p>
    <w:p w14:paraId="3FA45AC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aaaatgtgaa gaatcatctg caaaatcagc gtctgtttac tacagtcagc ttatgtgtca</w:t>
      </w:r>
    </w:p>
    <w:p w14:paraId="1F3A8BA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acctatactg ttactagatc aggcattagt gtctgatgtt ggtgatagtg cggaagttgc</w:t>
      </w:r>
    </w:p>
    <w:p w14:paraId="240C9B4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agttaaaatg tttgatgctt acgttaatac gttttcatca acttttaacg taccaatgga</w:t>
      </w:r>
    </w:p>
    <w:p w14:paraId="12AEA8B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aaaactcaaa acactagttg caactgcaga agctgaactt gcaaagaatg tgtccttaga</w:t>
      </w:r>
    </w:p>
    <w:p w14:paraId="518A98B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caatgtctta tctactttta tttcagcagc tcggcaaggg tttgttgatt cagatgtaga</w:t>
      </w:r>
    </w:p>
    <w:p w14:paraId="4D10AAF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aactaaagat gttgttgaat gtcttaaatt gtcacatcaa tctgacatag aagttactgg</w:t>
      </w:r>
    </w:p>
    <w:p w14:paraId="137AEE4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cgatagttgt aataactata tgctcaccta taacaaagtt gaaaacatga caccccgtga</w:t>
      </w:r>
    </w:p>
    <w:p w14:paraId="6E1467B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ccttggtgct tgtattgact gtagtgcgcg tcatattaat gcgcaggtag caaaaagtca</w:t>
      </w:r>
    </w:p>
    <w:p w14:paraId="1FDAF73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caacattact ttgatatgga acgttaaaga tttcatgtca ttgtctgaac aactacgaaa</w:t>
      </w:r>
    </w:p>
    <w:p w14:paraId="2E4A29C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acaaatacgt agtgctgcta aaaagaataa cttacctttt aagttgacat gtgcaactac</w:t>
      </w:r>
    </w:p>
    <w:p w14:paraId="6E31B7B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tagacaagtt gttaatgttg taacaacaaa gatagcactt aagggtggta aaattgttaa</w:t>
      </w:r>
    </w:p>
    <w:p w14:paraId="0461F46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taattggttg aagcagttaa ttaaagttac acttgtgttc ctttttgttg ctgctatttt</w:t>
      </w:r>
    </w:p>
    <w:p w14:paraId="3CEAA05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ctatttaata acacctgttc atgtcatgtc taaacatact gacttttcaa gtgaaatcat</w:t>
      </w:r>
    </w:p>
    <w:p w14:paraId="1015D99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8641 aggatacaag gctattgatg gtggtgtcac tcgtgacata gcatctacag atacttgttt</w:t>
      </w:r>
    </w:p>
    <w:p w14:paraId="3148266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tgctaacaaa catgctgatt ttgacacatg gtttagccag cgtggtggta gttatactaa</w:t>
      </w:r>
    </w:p>
    <w:p w14:paraId="37F5328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tgacaaagct tgcccattga ttgctgcagt cataacaaga gaagtgggtt ttgtcgtgcc</w:t>
      </w:r>
    </w:p>
    <w:p w14:paraId="549F3B7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tggtttgcct ggcacgatat tacgcacaac taatggtgac tttttgcatt tcttacctag</w:t>
      </w:r>
    </w:p>
    <w:p w14:paraId="7BB9B57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agtttttagt gcagttggta acatctgtta cacaccatca aaacttatag agtacactga</w:t>
      </w:r>
    </w:p>
    <w:p w14:paraId="1E74C4D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ctttgcaaca tcagcttgtg ttttggctgc tgaatgtaca atttttaaag atgcttctgg</w:t>
      </w:r>
    </w:p>
    <w:p w14:paraId="00B0681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taagccagta ccatattgtt atgataccaa tgtactagaa ggttctgttg cttatgaaag</w:t>
      </w:r>
    </w:p>
    <w:p w14:paraId="0A96EB9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tttacgccct gacacacgtt atgtgctcat ggatggctct attattcaat ttcctaacac</w:t>
      </w:r>
    </w:p>
    <w:p w14:paraId="5AD9C00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ctaccttgaa ggttctgtta gagtggtaac aacttttgat tctgagtact gtaggcacgg</w:t>
      </w:r>
    </w:p>
    <w:p w14:paraId="6EA8914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cacttgtgaa agatcagaag ctggtgtttg tgtatctact agtggtagat gggtacttaa</w:t>
      </w:r>
    </w:p>
    <w:p w14:paraId="53DAA3A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caatgattat tacagatctt taccaggagt tttctgtggt gtagatgctg taaatttact</w:t>
      </w:r>
    </w:p>
    <w:p w14:paraId="05C4A9D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tactaatatg tttacaccac taattcaacc tattggtgct ttggacatat cagcatctat</w:t>
      </w:r>
    </w:p>
    <w:p w14:paraId="64B3653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agtagctggt ggtattgtag ctatcgtagt aacatgcctt gcctactatt ttatgaggtt</w:t>
      </w:r>
    </w:p>
    <w:p w14:paraId="513F6C0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tagaagagct tttggtgaat acagtcatgt agttgccttt aatactttac tattccttat</w:t>
      </w:r>
    </w:p>
    <w:p w14:paraId="091F984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gtcattcact gtactctgtt taacaccagt ttactcattc ttacctggtg tttattctgt</w:t>
      </w:r>
    </w:p>
    <w:p w14:paraId="1C2229A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tatttacttg tacttgacat tttatcttac taatgatgtt tcttttttag cacatattca</w:t>
      </w:r>
    </w:p>
    <w:p w14:paraId="65A3915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gtggatggtt atgttcacac ctttagtacc tttctggata acaattgctt atatcatttg</w:t>
      </w:r>
    </w:p>
    <w:p w14:paraId="4F0B11D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tatttccaca aagcatttct attggttctt tagtaattac ctaaagagac gtgtagtctt</w:t>
      </w:r>
    </w:p>
    <w:p w14:paraId="76B751A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taatggtgtt tcctttagta cttttgaaga agctgcgctg tgcacctttt tgttaaataa</w:t>
      </w:r>
    </w:p>
    <w:p w14:paraId="71C4152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agaaatgtat ctaaagttgc gtagtgatgt gctattacct cttacgcaat ataatagata</w:t>
      </w:r>
    </w:p>
    <w:p w14:paraId="0A6CA73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cttagctctt tataataagt acaagtattt tagtggagca atggatacaa ctagctacag</w:t>
      </w:r>
    </w:p>
    <w:p w14:paraId="0558341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agaagctgct tgttgtcatc tcgcaaaggc tctcaatgac ttcagtaact caggttctga</w:t>
      </w:r>
    </w:p>
    <w:p w14:paraId="23D4006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tgttctttac caaccaccac aaatctctat cacctcagct gttttgcaga gtggttttag</w:t>
      </w:r>
    </w:p>
    <w:p w14:paraId="1720F87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aaaaatggca ttcccatctg gtaaagttga gggttgtatg gtacaagtaa cttgtggtac</w:t>
      </w:r>
    </w:p>
    <w:p w14:paraId="66E7CC4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aactacactc aacggtcttt ggcttgatga cgtagtttac tgtccaagac atgtgatctg</w:t>
      </w:r>
    </w:p>
    <w:p w14:paraId="6594E01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cacctctgaa gacatgctta accctaatta tgaagattta ctcattcgta agtctaatca</w:t>
      </w:r>
    </w:p>
    <w:p w14:paraId="1B64B3F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taatttcttg gtacaggctg gtaatgttca actcagggtt attggacatt ctatgcaaaa</w:t>
      </w:r>
    </w:p>
    <w:p w14:paraId="0158984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ttgtgtactt aagcttaagg ttgatacagc caatcctaag acacctaagt ataagtttgt</w:t>
      </w:r>
    </w:p>
    <w:p w14:paraId="3ED74A5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tcgcattcaa ccaggacaga ctttttcagt gttagcttgt tacaatggtt caccatctgg</w:t>
      </w:r>
    </w:p>
    <w:p w14:paraId="644CB8D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tgtttaccaa tgtgctatga ggcacaattt cactattaag ggttcattcc ttaatggttc</w:t>
      </w:r>
    </w:p>
    <w:p w14:paraId="6E5ADF7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atgtggtagt gttggtttta acatagatta tgactgtgtc tctttttgtt acatgcacca</w:t>
      </w:r>
    </w:p>
    <w:p w14:paraId="2F3D067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tatggaatta ccaactggag ttcatgctgg cacagactta gaaggtaact tttatggacc</w:t>
      </w:r>
    </w:p>
    <w:p w14:paraId="532E02D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ttttgttgac aggcaaacag cacaagcagc tggtacggac acaactatta cagttaatgt</w:t>
      </w:r>
    </w:p>
    <w:p w14:paraId="272F8C0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tttagcttgg ttgtacgctg ctgttataaa tggagacagg tggtttctca atcgatttac</w:t>
      </w:r>
    </w:p>
    <w:p w14:paraId="661BE2E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cacaactctt aatgacttta accttgtggc tatgaagtac aattatgaac ctctaacaca</w:t>
      </w:r>
    </w:p>
    <w:p w14:paraId="56DC832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agaccatgtt gacatactag gacctctttc tgctcaaact ggaattgccg ttttagatat</w:t>
      </w:r>
    </w:p>
    <w:p w14:paraId="64A00A5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gtgtgcttca ttaaaagaat tactgcaaaa tggtatgaat ggacgtacca tattgggtag</w:t>
      </w:r>
    </w:p>
    <w:p w14:paraId="6ABA8F8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tgctttatta gaagatgaat ttacaccttt tgatgttgtt agacaatgct caggtgttac</w:t>
      </w:r>
    </w:p>
    <w:p w14:paraId="12208CD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tttccaaagt gcagtgaaaa gaacaatcaa gggtacacac cactggttgt tactcacaat</w:t>
      </w:r>
    </w:p>
    <w:p w14:paraId="05C84F2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tttgacttca cttttagttt tagtccagag tactcaatgg tctttgttct ttttttttta</w:t>
      </w:r>
    </w:p>
    <w:p w14:paraId="709066D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tgaaaatgcc tttttacctt ttgctatggg tattattgct atgtctgctt ttgcaatgat</w:t>
      </w:r>
    </w:p>
    <w:p w14:paraId="6EC6861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gtttgtcaaa cataagcatg catttctctg tttgtttttg ttaccttctc ttgccactgt</w:t>
      </w:r>
    </w:p>
    <w:p w14:paraId="5112487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11161 agcttatttt aatatggtct atatgcctgc tagttgggtg atgcgtatta tgacatggtt</w:t>
      </w:r>
    </w:p>
    <w:p w14:paraId="4572D4A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ggatatggtt gatactagtt ttaagctaaa agactgtgtt atgtatgcat cagctgtagt</w:t>
      </w:r>
    </w:p>
    <w:p w14:paraId="6155A35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gttactaatc cttatgacag caagaactgt gtatgatgat ggtgctagga gagtgtggac</w:t>
      </w:r>
    </w:p>
    <w:p w14:paraId="2D68778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acttatgaat gtcttgacac tcgtttataa agtttattat ggtaatgctt tagatcaagc</w:t>
      </w:r>
    </w:p>
    <w:p w14:paraId="1BBD787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catttccatg tgggctctta taatctctgt tacttctaac tactcaggtg tagttacaac</w:t>
      </w:r>
    </w:p>
    <w:p w14:paraId="4EC3369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tgtcatgttt ttggccagag gtgttgtttt tatgtgtgtt gagtattgcc ctattttctt</w:t>
      </w:r>
    </w:p>
    <w:p w14:paraId="3211EBA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cataactggt aatacacttc agtgtataat gctagtttat tgtttcttag gctatttttg</w:t>
      </w:r>
    </w:p>
    <w:p w14:paraId="748AA40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tacttgttac tttggcctct tttgtttact caaccgctac tttagactga ctcttggtgt</w:t>
      </w:r>
    </w:p>
    <w:p w14:paraId="05C4C25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ttatgattac ttagtttcta cacaggagtt tagatatatg aattcacagg gactactccc</w:t>
      </w:r>
    </w:p>
    <w:p w14:paraId="68607D3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acccaagaat agcatagatg ccttcaaact caacattaaa ttgttgggtg ttggtggcaa</w:t>
      </w:r>
    </w:p>
    <w:p w14:paraId="58B0794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accttgtatc aaagtagcca ctgtacagtc taaaatgtca gatgtaaagt gcacatcagt</w:t>
      </w:r>
    </w:p>
    <w:p w14:paraId="0528770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agtcttactc tcagttttgc aacaactcag agtagaatca tcatctaaat tgtgggctca</w:t>
      </w:r>
    </w:p>
    <w:p w14:paraId="7C6AF4C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atgtgtccag ttacacaatg acattctctt agctaaagat actactgaag cctttgaaaa</w:t>
      </w:r>
    </w:p>
    <w:p w14:paraId="2E3E2B3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aatggtttca ctactttctg ttttgctttc catgcagggt gctgtagaca taaacaagct</w:t>
      </w:r>
    </w:p>
    <w:p w14:paraId="220CFFF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ttgtgaagaa atgctggaca acagggcaac cttacaagct atagcctcag agtttagttc</w:t>
      </w:r>
    </w:p>
    <w:p w14:paraId="67C3E9B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ccttccatca tatgcagctt ttgctactgc tcaagaagct tatgagcagg ctgttgctaa</w:t>
      </w:r>
    </w:p>
    <w:p w14:paraId="61EAD70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tggtgattct gaagttgttc ttaaaaagtt gaagaagtct ttgaatgtgg ctaaatctga</w:t>
      </w:r>
    </w:p>
    <w:p w14:paraId="0948A39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atttgaccgt gatgcagcca tgcaacgtaa gttggaaaag atggctgatc aagctatgac</w:t>
      </w:r>
    </w:p>
    <w:p w14:paraId="42B9264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ccaaatgtat aaacaggcta gatctgagga caagagggca aaagttacta gtgctatgca</w:t>
      </w:r>
    </w:p>
    <w:p w14:paraId="53FE821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gacaatgctt ttcactatgc ttagaaagtt ggataatgat gcactcaaca acattatcaa</w:t>
      </w:r>
    </w:p>
    <w:p w14:paraId="65D2198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caatgcaaga gatggttgtg ttcccttgaa cataatacct cttacaacag cagccaaact</w:t>
      </w:r>
    </w:p>
    <w:p w14:paraId="48293F9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aatggttgtc ataccagact ataacacata taaaaatacg tgtgatggta caacatttac</w:t>
      </w:r>
    </w:p>
    <w:p w14:paraId="7179092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ttatgcatca gcattgtggg aaatccaaca ggttgtagat gcagatagta aaattgttca</w:t>
      </w:r>
    </w:p>
    <w:p w14:paraId="4B61D93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acttagtgaa attagtatgg acaattcacc taatttagca tggcctctta ttgtaacagc</w:t>
      </w:r>
    </w:p>
    <w:p w14:paraId="03D6F31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tttaagggcc aattctgctg tcaaattaca gaataatgag cttagtcctg ttgcactacg</w:t>
      </w:r>
    </w:p>
    <w:p w14:paraId="68397B1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acagatgtct tgtgctgccg gtactacaca aactgcttgc actgatgaca atgcgttagc</w:t>
      </w:r>
    </w:p>
    <w:p w14:paraId="0034469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ttactacaac acaacaaagg gaggtaggtt tgtacttgca ctgttatccg atttacagga</w:t>
      </w:r>
    </w:p>
    <w:p w14:paraId="70843CB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tttgaaatgg gctagattcc ctaagagtga tggaactggt actatctata cagaactgga</w:t>
      </w:r>
    </w:p>
    <w:p w14:paraId="1C1ACF2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accaccttgt aggtttgtta cagacacacc taaaggtcct aaagtgaagt atttatactt</w:t>
      </w:r>
    </w:p>
    <w:p w14:paraId="4B896E0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tattaaagga ttaaacaacc taaatagagg tatggtactt ggtagtttag ctgccacagt</w:t>
      </w:r>
    </w:p>
    <w:p w14:paraId="724E9CC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acgtctacaa gctggtaatg caacagaagt gcctgccaat tcaactgtat tatctttctg</w:t>
      </w:r>
    </w:p>
    <w:p w14:paraId="4CE0FB1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tgcttttgct gtagatgctg ctaaagctta caaagattat ctagctagtg ggggacaacc</w:t>
      </w:r>
    </w:p>
    <w:p w14:paraId="6E0CC2B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aatcactaat tgtgttaaga tgttgtgtac acacactggt actggtcagg caataacagt</w:t>
      </w:r>
    </w:p>
    <w:p w14:paraId="7A96FD3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cacaccggaa gccaatatgg atcaagaatc ctttggtggt gcatcgtgtt gtctgtactg</w:t>
      </w:r>
    </w:p>
    <w:p w14:paraId="0D7DD25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ccgttgccac atagatcatc caaatcctaa aggattttgt gacttaaaag gtaagtatgt</w:t>
      </w:r>
    </w:p>
    <w:p w14:paraId="2EFA607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acaaatacct acaacttgtg ctaatgaccc tgtgggtttt acacttaaaa acacagtctg</w:t>
      </w:r>
    </w:p>
    <w:p w14:paraId="5652A1E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taccgtctgc ggtatgtgga aaggttatgg ctgtagttgt gatcaactcc gcgaacccat</w:t>
      </w:r>
    </w:p>
    <w:p w14:paraId="3B1AB08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gcttcagtca gctgatgcac aatcgttttt aaacgggttt gcggtgtaag tgcagcccgt</w:t>
      </w:r>
    </w:p>
    <w:p w14:paraId="09F3041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cttacaccgt gcggcacagg cactagtact gatgtcgtat acagggcttt tgacatctac</w:t>
      </w:r>
    </w:p>
    <w:p w14:paraId="4AEF853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aatgataaag tagctggttt tgctaaattc ctaaaaacta attgttgtcg cttccaagaa</w:t>
      </w:r>
    </w:p>
    <w:p w14:paraId="61D5AF8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aaggacgaag atgacaattt aattgattct tactttgtag ttaagagaca cactttctct</w:t>
      </w:r>
    </w:p>
    <w:p w14:paraId="5DBB71C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aactaccaac atgaagaaac aatttataat ttacttaagg attgtccagc tgttgctaaa</w:t>
      </w:r>
    </w:p>
    <w:p w14:paraId="7B08F82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13681 catgacttct ttaagtttag aatagacggt gacatggtac cacatatatc acgtcaacgt</w:t>
      </w:r>
    </w:p>
    <w:p w14:paraId="2224924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cttactaaat acacaatggc agacctcgtc tatgctttaa ggcattttga tgaaggtaat</w:t>
      </w:r>
    </w:p>
    <w:p w14:paraId="700BE0B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tgtgacacat taaaagaaat acttgtcaca tacaattgtt gtgatgatga ttatttcaat</w:t>
      </w:r>
    </w:p>
    <w:p w14:paraId="12B7C3A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aaaaaggact ggtatgattt tgtagaaaac ccagatatat tacgcgtata cgccaactta</w:t>
      </w:r>
    </w:p>
    <w:p w14:paraId="2EDA10D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ggtgaacgtg tacgccaagc tttgttaaaa acagtacaat tctgtgatgc catgcgaaat</w:t>
      </w:r>
    </w:p>
    <w:p w14:paraId="7EC42DB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gctggtattg ttggtgtact gacattagat aatcaagatc tcaatggtaa ctggtatgat</w:t>
      </w:r>
    </w:p>
    <w:p w14:paraId="471BA99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ttcggtgatt tcatacaaac cacgccaggt agtggagttc ctgttgtaga ttcttattat</w:t>
      </w:r>
    </w:p>
    <w:p w14:paraId="0B46D2E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tcattgttaa tgcctatatt aaccttgacc agggctttaa ctgcagagtc acatgttgac</w:t>
      </w:r>
    </w:p>
    <w:p w14:paraId="37161D8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actgacttaa caaagcctta cattaagtgg gatttgttaa aatatgactt cacggaagag</w:t>
      </w:r>
    </w:p>
    <w:p w14:paraId="667842B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aggttaaaac tctttgaccg ttattttaaa tattgggatc agacatacca cccaaattgt</w:t>
      </w:r>
    </w:p>
    <w:p w14:paraId="2EA49C4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gttaactgtt tggatgacag atgcattctg cattgtgcaa actttaatgt tttattctct</w:t>
      </w:r>
    </w:p>
    <w:p w14:paraId="7C0B5CC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acagtgttcc cacttacaag ttttggacca ctagtgagaa aaatatttgt tgatggtgtt</w:t>
      </w:r>
    </w:p>
    <w:p w14:paraId="5AF31F1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ccatttgtag tttcaactgg ataccacttc agagagctag gtgttgtaca taatcaggat</w:t>
      </w:r>
    </w:p>
    <w:p w14:paraId="3BFCF5F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gtaaacttac atagctctag acttagtttt aaggaattac ttgtgtatgc tgctgaccct</w:t>
      </w:r>
    </w:p>
    <w:p w14:paraId="7276116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gctatgcacg ctgcttctgg taatctatta ctagataaac gcactacgtg cttttcagta</w:t>
      </w:r>
    </w:p>
    <w:p w14:paraId="3686671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gctgcactta ctaacaatgt tgcttttcaa actgtcaaac ccggtaattt taacaaagac</w:t>
      </w:r>
    </w:p>
    <w:p w14:paraId="5D2EEDD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ttctatgact ttgctgtgtc taagggtttc tttaaggaag gaagttctgt tgaattaaaa</w:t>
      </w:r>
    </w:p>
    <w:p w14:paraId="6C6772A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cacttcttct ttgctcagga tggtaatgct gctatcagcg attatgacta ctatcgttat</w:t>
      </w:r>
    </w:p>
    <w:p w14:paraId="57A63BD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aatctaccaa caatgtgtga tatcagacaa ctactatttg tagttgaagt tgttgataag</w:t>
      </w:r>
    </w:p>
    <w:p w14:paraId="1F51C85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tactttgatt gttacgatgg tggctgtatt aatgctaacc aagtcatcgt caacaaccta</w:t>
      </w:r>
    </w:p>
    <w:p w14:paraId="1F7ED43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gacaaatcag ctggttttcc atttaataaa tggggtaagg ctagacttta ttatgattca</w:t>
      </w:r>
    </w:p>
    <w:p w14:paraId="5FA1424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atgagttatg aggatcaaga tgcacttttc gcatatacaa aacgtaatgt catccctact</w:t>
      </w:r>
    </w:p>
    <w:p w14:paraId="4878DCB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ataactcaaa tgaatcttaa gtatgccatt agtgcaaaga atagagctcg caccgtagct</w:t>
      </w:r>
    </w:p>
    <w:p w14:paraId="5FB8051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ggtgtctcta tctgtagtac tatgaccaat agacagtttc atcaaaaatt attgaaatca</w:t>
      </w:r>
    </w:p>
    <w:p w14:paraId="31A7139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atagccgcca ctagaggagc tactgtagta attggaacaa gcaaattcta tggtggttgg</w:t>
      </w:r>
    </w:p>
    <w:p w14:paraId="71A6C34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cacaatatgt taaaaactgt ttatagtgat gtagaaaacc ctcaccttat gggttgggat</w:t>
      </w:r>
    </w:p>
    <w:p w14:paraId="259F0CB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tatcctaaat gtgatagagc catgcctaac atgcttagaa ttatggcctc acttgttctt</w:t>
      </w:r>
    </w:p>
    <w:p w14:paraId="61B83EC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gctcgcaaac atacaacgtg ttgtagcttg tcacaccgtt tctatagatt agctaatgag</w:t>
      </w:r>
    </w:p>
    <w:p w14:paraId="744CE76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tgtgctcaag tattgagtga aatggtcatg tgtggcggtt cactatatgt taaaccaggt</w:t>
      </w:r>
    </w:p>
    <w:p w14:paraId="455734F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ggaacctcat caggagatgc cacaactgct tatgctaata gtgtttttaa catttgtcaa</w:t>
      </w:r>
    </w:p>
    <w:p w14:paraId="3D979EA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gctgtcacgg ccaatgttaa tgcactttta tctactgatg gtaacaaaat tgccgataag</w:t>
      </w:r>
    </w:p>
    <w:p w14:paraId="7CAE4BF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tatgtccgca atttacaaca cagactttat gagtgtctct atagaaatag agatgttgac</w:t>
      </w:r>
    </w:p>
    <w:p w14:paraId="45A5917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acagactttg tgaatgagtt ttacgcatat ttgcgtaaac atttctcaat gatgatactc</w:t>
      </w:r>
    </w:p>
    <w:p w14:paraId="7BCA150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tctgacgatg ctgttgtgtg tttcaatagc acttatgcat ctcaaggtct agtggctagc</w:t>
      </w:r>
    </w:p>
    <w:p w14:paraId="1295EAD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ataaagaact ttaagtcagt tctttattat caaaacaatg tttttatgtc tgaagcaaaa</w:t>
      </w:r>
    </w:p>
    <w:p w14:paraId="1C5E00C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tgttggactg agactgacct tactaaagga cctcatgaat tttgctctca acatacaatg</w:t>
      </w:r>
    </w:p>
    <w:p w14:paraId="5D51D77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ctagttaaac agggtgatga ttatgtgtac cttccttacc cagatccatc aagaatccta</w:t>
      </w:r>
    </w:p>
    <w:p w14:paraId="27C4015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ggggccggct gttttgtaga tgatatcgta aaaacagatg gtacacttat gattgaacgg</w:t>
      </w:r>
    </w:p>
    <w:p w14:paraId="257546C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ttcgtgtctt tagctataga tgcttaccca cttactaaac atcctaatca ggagtatgct</w:t>
      </w:r>
    </w:p>
    <w:p w14:paraId="1F28C25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gatgtctttc atttgtactt acaatacata agaaagctac atgatgagtt aacaggacac</w:t>
      </w:r>
    </w:p>
    <w:p w14:paraId="79B3739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atgttagaca tgtattctgt tatgcttact aatgataaca cttcaaggta ttgggaacct</w:t>
      </w:r>
    </w:p>
    <w:p w14:paraId="746663B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gagttttatg aggctatgta cacaccgcat acagtcttac aggctgttgg ggcttgtgtt</w:t>
      </w:r>
    </w:p>
    <w:p w14:paraId="170C20B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16201 ctttgcaatt cacagacttc attaagatgt ggtgcttgca tacgtagacc attcttatgt</w:t>
      </w:r>
    </w:p>
    <w:p w14:paraId="474F35F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tgtaaatgct gttacgacca tgtcatatca acatcacata aattagtctt gtctgttaat</w:t>
      </w:r>
    </w:p>
    <w:p w14:paraId="44D519E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ccgtatgttt gcaatgctcc aggttgtgat gtcacagatg tgactcaact ttacttagga</w:t>
      </w:r>
    </w:p>
    <w:p w14:paraId="3E4F3AA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ggtatgagct attattgtaa atcacataaa ccacccatta gttttccatt gtgtgctaat</w:t>
      </w:r>
    </w:p>
    <w:p w14:paraId="00894DE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ggacaagttt ttggtttata taaaaataca tgtgttggta gcgataatgt tactgacttt</w:t>
      </w:r>
    </w:p>
    <w:p w14:paraId="2E7DF30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aatgcaattg caacatgtga ctggacaaat gctggtgatt acattttagc taacacctgt</w:t>
      </w:r>
    </w:p>
    <w:p w14:paraId="30E12D2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actgaaagac tcaagctttt tgcagcagaa acgctcaaag ctactgagga gacatttaaa</w:t>
      </w:r>
    </w:p>
    <w:p w14:paraId="498E462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ctgtcttatg gtattgctac tgtacgtgaa gtgctgtctg acagagaatt acatctttca</w:t>
      </w:r>
    </w:p>
    <w:p w14:paraId="7226874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tgggaagttg gtaaacctag accaccactt aaccgaaatt atgtctttac tggttatcgt</w:t>
      </w:r>
    </w:p>
    <w:p w14:paraId="4B213C1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gtaactaaaa acagtaaagt acaaatagga gagtacacct ttgaaaaagg tgactatggt</w:t>
      </w:r>
    </w:p>
    <w:p w14:paraId="550AEAF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gatgctgttg tttaccgagg tacaacaact tacaaattaa atgttggtga ttattttgtg</w:t>
      </w:r>
    </w:p>
    <w:p w14:paraId="1EE3D5F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ctgacatcac atacagtaat gccattaagt gcacctacac tagtgccaca agagcactat</w:t>
      </w:r>
    </w:p>
    <w:p w14:paraId="2593A02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gttagaatta ctggcttata cccaacactc aatatctcag atgagttttc tagcaatgtt</w:t>
      </w:r>
    </w:p>
    <w:p w14:paraId="2B748A1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gcaaattatc aaaaggttgg tatgcaaaag tattctacac tccagggacc acctggtact</w:t>
      </w:r>
    </w:p>
    <w:p w14:paraId="30E30AA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ggtaagagtc attttgctat tggcctagct ctctactacc cttctgctcg catagtgtat</w:t>
      </w:r>
    </w:p>
    <w:p w14:paraId="111C37C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acagcttgct ctcatgccgc tgttgatgca ctatgtgaga aggcattaaa atatttgcct</w:t>
      </w:r>
    </w:p>
    <w:p w14:paraId="0295A7D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atagataaat gtagtagaat tatacctgca cgtgctcgtg tagagtgttt tgataaattc</w:t>
      </w:r>
    </w:p>
    <w:p w14:paraId="425499F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aaagtgaatt caacattaga acagtatgtc ttttgtactg taaatgcatt gcctgagacg</w:t>
      </w:r>
    </w:p>
    <w:p w14:paraId="42A2FDF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acagcagata tagttgtctt tgatgaaatt tcaatggcca caaattatga tttgagtgtt</w:t>
      </w:r>
    </w:p>
    <w:p w14:paraId="01F67CF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gtcaatgcca gattacgtgc taagcactat gtgtacattg gcgaccctgc tcaattacct</w:t>
      </w:r>
    </w:p>
    <w:p w14:paraId="682425E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gcaccacgca cattgctaac taagggcaca ctagaaccag aatatttcaa ttcagtgtgt</w:t>
      </w:r>
    </w:p>
    <w:p w14:paraId="4DD0096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agacttatga aaactatagg tccagacatg ttcctcggaa cttgtcggcg ttgtcctgct</w:t>
      </w:r>
    </w:p>
    <w:p w14:paraId="4104D0F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gaaattgttg acactgtgag tgctttggtt tatgataata agcttaaagc acataaagac</w:t>
      </w:r>
    </w:p>
    <w:p w14:paraId="70D2525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aaatcagctc aatgctttaa aatgttttat aagggtgtta tcacgcatga tgtttcatct</w:t>
      </w:r>
    </w:p>
    <w:p w14:paraId="4FAD20E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gcaattaaca ggccacaaat aggcgtggta agagaattcc ttacacgtaa ccctgcttgg</w:t>
      </w:r>
    </w:p>
    <w:p w14:paraId="3FD332C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agaaaagctg tctttatttc accttataat tcacagaatg ctgtagcctc aaagattttg</w:t>
      </w:r>
    </w:p>
    <w:p w14:paraId="244FCA5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ggactaccaa ctcaaactgt tgattcatca cagggctcag aatatgacta tgtcatattc</w:t>
      </w:r>
    </w:p>
    <w:p w14:paraId="24135C5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actcaaacca ctgaaacagc tcactcttgt aatgtaaaca gatttaatgt tgctattacc</w:t>
      </w:r>
    </w:p>
    <w:p w14:paraId="15C9D6B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agagcaaaag taggcatact ttgcataatg tctgatagag acctttatga caagttgcaa</w:t>
      </w:r>
    </w:p>
    <w:p w14:paraId="7B3FCA6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tttacaagtc ttgaaattcc acgtaggaat gtggcaactt tacaagctga aaatgtaaca</w:t>
      </w:r>
    </w:p>
    <w:p w14:paraId="5945B98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ggactcttta aagattgtag taaggtaatc actgggttac atcctacaca ggcacctaca</w:t>
      </w:r>
    </w:p>
    <w:p w14:paraId="62EB225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cacctcagtg ttgacactaa attcaaaact gaaggtttat gtgttgacgt acctggcata</w:t>
      </w:r>
    </w:p>
    <w:p w14:paraId="7190790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cctaaggaca tgacctatag aagactcatc tctatgatgg gttttaaaat gaattatcaa</w:t>
      </w:r>
    </w:p>
    <w:p w14:paraId="4E81030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gttaatggtt accctaacat gtttatcacc cgcgaagaag ctataagaca tgtacgtgca</w:t>
      </w:r>
    </w:p>
    <w:p w14:paraId="465ED20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tggattggct tcgatgtcga ggggtgtcat gctactagag aagctgttgg taccaattta</w:t>
      </w:r>
    </w:p>
    <w:p w14:paraId="3EAC3B3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cctttacagc taggtttttc tacaggtgtt aacctagttg ctgtacctac aggttatgtt</w:t>
      </w:r>
    </w:p>
    <w:p w14:paraId="7069BE8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gatacaccta ataatacaga tttttccaga gttagtgcta aaccaccgcc tggagatcaa</w:t>
      </w:r>
    </w:p>
    <w:p w14:paraId="23BEDDF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tttaaacacc tcataccact tatgtacaaa ggacttcctt ggaatgtagt gcgtataaag</w:t>
      </w:r>
    </w:p>
    <w:p w14:paraId="6C562B1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attgtacaaa tgttaagtga cacacttaaa aatctctctg acagagtcgt atttgtctta</w:t>
      </w:r>
    </w:p>
    <w:p w14:paraId="40BEF8F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tgggcacatg gctttgagtt gacatctatg aagtattttg tgaaaatagg acctgagcgc</w:t>
      </w:r>
    </w:p>
    <w:p w14:paraId="7961711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acctgttgtc tatgtgatag acgtgccaca tgcttttcca ctgcttcaga cacttatgcc</w:t>
      </w:r>
    </w:p>
    <w:p w14:paraId="2A3C985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tgttggcatc attctattgg atttgattac gtctataatc cgtttatgat tgatgttcaa</w:t>
      </w:r>
    </w:p>
    <w:p w14:paraId="71ADD7F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18721 caatggggtt ttacaggtaa cctacaaagc aaccatgatc tgtattgtca agtccatggt</w:t>
      </w:r>
    </w:p>
    <w:p w14:paraId="3542F0B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aatgcacatg tagctagttg tgatgcaatc atgactaggt gtctagctgt ccacgagtgc</w:t>
      </w:r>
    </w:p>
    <w:p w14:paraId="6418F87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tttgttaagc gtgttgactg gactattgaa tatcctataa ttggtgatga actgaagatt</w:t>
      </w:r>
    </w:p>
    <w:p w14:paraId="2CFFD2B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aatgcggctt gtagaaaggt tcaacacatg gttgttaaag ctgcattatt agcagacaaa</w:t>
      </w:r>
    </w:p>
    <w:p w14:paraId="6D4414F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ttcccagttc ttcacgacat tggtaaccct aaagctatta agtgtgtacc tcaagctgat</w:t>
      </w:r>
    </w:p>
    <w:p w14:paraId="67E4468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gtagaatgga agttctatga tgcacagcct tgtagtgaca aagcttataa aatagaagaa</w:t>
      </w:r>
    </w:p>
    <w:p w14:paraId="3B7389B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ttattctatt cttatgccac acattctgac aaattcacag atggtgtatg cctattttgg</w:t>
      </w:r>
    </w:p>
    <w:p w14:paraId="5A77A41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aattgcaatg tcgatagata tcctgctaat tccattgttt gtagatttga cactagagtg</w:t>
      </w:r>
    </w:p>
    <w:p w14:paraId="3ADF32C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ctatctaacc ttaacttgcc tggttgtgat ggtggcagtt tgtatgtaaa taaacatgca</w:t>
      </w:r>
    </w:p>
    <w:p w14:paraId="1FAB615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ttccacacac cagcttttga taaaagtgct tttgttaatt taaaacaatt accatttttc</w:t>
      </w:r>
    </w:p>
    <w:p w14:paraId="0CC151A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tattactctg acagtccatg tgagtctcat ggaaaacaag tagtgtcaga tatagattat</w:t>
      </w:r>
    </w:p>
    <w:p w14:paraId="6F65EC0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gtaccactaa agtctgctac gtgtataaca cgttgcaatt taggtggtgc tgtctgtaga</w:t>
      </w:r>
    </w:p>
    <w:p w14:paraId="341C8E2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catcatgcta atgagtacag attgtatctc gatgcttata acatgatgat ctcagctggc</w:t>
      </w:r>
    </w:p>
    <w:p w14:paraId="46863E4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tttagcttgt gggtttacaa acaatttgat acttataacc tctggaacac ttttacaaga</w:t>
      </w:r>
    </w:p>
    <w:p w14:paraId="270F973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cttcagagtt tagaaaatgt ggcttttaat gttgtaaata agggacactt tgatggacaa</w:t>
      </w:r>
    </w:p>
    <w:p w14:paraId="1C28CAA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cagggtgaag taccagtttc tatcattaat aacactgttt acacaaaagt tgatggtgtt</w:t>
      </w:r>
    </w:p>
    <w:p w14:paraId="63F3794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gatgtagaat tgtttgaaaa taaaacaaca ttacctgtta atgtagcatt tgagctttgg</w:t>
      </w:r>
    </w:p>
    <w:p w14:paraId="0E80885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gctaagcgca acattaaacc agtaccagag gtgaaaatac tcaataattt gggtgtggac</w:t>
      </w:r>
    </w:p>
    <w:p w14:paraId="73FC1D0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attgctgcta atactgtgat ctgggactac aaaagagatg ctccagcaca tatatctact</w:t>
      </w:r>
    </w:p>
    <w:p w14:paraId="29F21C5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attggtgttt gttctatgac tgacatagcc aagaaaccaa ctgaaacgat ttgtgcacca</w:t>
      </w:r>
    </w:p>
    <w:p w14:paraId="4836E3A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ctcactgtct tttttgatgg tagagttgat ggtcaagtag acttatttag aaatgcccgt</w:t>
      </w:r>
    </w:p>
    <w:p w14:paraId="7CC7EBD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aatggtgttc ttattacaga aggtagtgtt aaaggtttac aaccatctgt aggtcccaaa</w:t>
      </w:r>
    </w:p>
    <w:p w14:paraId="1CAF41B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caagctagtc ttaatggagt cacattaatt ggagaagccg taaaaacaca gttcaattat</w:t>
      </w:r>
    </w:p>
    <w:p w14:paraId="0A79D72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tataagaaag ttgatggtgt tgtccaacaa ttacctgaaa cttactttac tcagagtaga</w:t>
      </w:r>
    </w:p>
    <w:p w14:paraId="7F3F2DA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aatttacaag aatttaaacc caggagtcaa atggaaattg atttcttaga attagctatg</w:t>
      </w:r>
    </w:p>
    <w:p w14:paraId="35C68A7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gatgaattca ttgaacggta taaattagaa ggctatgcct tcgaacatat cgtttatgga</w:t>
      </w:r>
    </w:p>
    <w:p w14:paraId="1CBB301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gattttagtc atagtcagtt aggtggttta catctactga ttggactagc taaacgtttt</w:t>
      </w:r>
    </w:p>
    <w:p w14:paraId="54304D3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aaggaatcac cttttgaatt agaagatttt attcctatgg acagtacagt taaaaactat</w:t>
      </w:r>
    </w:p>
    <w:p w14:paraId="5C0F7B5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ttcataacag atgcgcaaac aggttcatct aagtgtgtgt gttctgttat tgatttatta</w:t>
      </w:r>
    </w:p>
    <w:p w14:paraId="58FCA20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cttgatgatt ttgttgaaat aataaaatcc caagatttat ctgtagtttc taaggttgtc</w:t>
      </w:r>
    </w:p>
    <w:p w14:paraId="6EE1FC4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aaagtgacta ttgactatac agaaatttca tttatgcttt ggtgtaaaga tggccatgta</w:t>
      </w:r>
    </w:p>
    <w:p w14:paraId="6E98200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gaaacatttt acccaaaatt acaatctagt caagcgtggc aaccgggtgt tgctatgcct</w:t>
      </w:r>
    </w:p>
    <w:p w14:paraId="5D11D70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aatctttaca aaatgcaaag aatgctatta gaaaagtgtg accttcaaaa ttatggtgat</w:t>
      </w:r>
    </w:p>
    <w:p w14:paraId="1072243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agtgcaacat tacctaaagg cataatgatg aatgtcgcaa aatatactca actgtgtcaa</w:t>
      </w:r>
    </w:p>
    <w:p w14:paraId="05E35C0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tatttaaaca cattaacatt agctgtaccc tataatatga gagttataca ttttggtgct</w:t>
      </w:r>
    </w:p>
    <w:p w14:paraId="7E4EEF9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ggttctgata aaggagttgc accaggtaca gctgttttaa gacagtggtt gcctacgggt</w:t>
      </w:r>
    </w:p>
    <w:p w14:paraId="3549FBF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acgctgcttg tcgattcaga tcttaatgac tttgtctctg atgcagattc aactttgatt</w:t>
      </w:r>
    </w:p>
    <w:p w14:paraId="7253646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ggtgattgtg caactgtaca tacagctaat aaatgggatc tcattattag tgatatgtac</w:t>
      </w:r>
    </w:p>
    <w:p w14:paraId="0440B0E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gaccctaaga ctaaaaatgt tacaaaagaa aatgactcta aagagggttt tttcacttac</w:t>
      </w:r>
    </w:p>
    <w:p w14:paraId="40D0030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atttgtgggt ttatacaaca aaagctagct cttggaggtt ccgtggctat aaagataaca</w:t>
      </w:r>
    </w:p>
    <w:p w14:paraId="0710433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gaacattctt ggaatgctga tctttataag ctcatgggac acttcgcatg gtggacagcc</w:t>
      </w:r>
    </w:p>
    <w:p w14:paraId="15EE4BA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tttgttacta atgtgaatgc gtcatcatct gaagcatttt taattggatg taattatctt</w:t>
      </w:r>
    </w:p>
    <w:p w14:paraId="71D8F68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21241 ggcaaaccac gcgaacaaat agatggttat gtcatgcatg caaattacat attttggagg</w:t>
      </w:r>
    </w:p>
    <w:p w14:paraId="2B7636A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aatacaaatc caattcagtt gtcttcctat tctttatttg acatgagtaa atttcccctt</w:t>
      </w:r>
    </w:p>
    <w:p w14:paraId="711B01D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aaattaaggg gtactgctgt tatgtcttta aaagaaggtc aaatcaatga tatgatttta</w:t>
      </w:r>
    </w:p>
    <w:p w14:paraId="3421EA1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tctcttctta gtaaaggtag acttataatt agagaaaaca acagagttgt tatttctagt</w:t>
      </w:r>
    </w:p>
    <w:p w14:paraId="141E910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gatgttcttg ttaacaacta aacgaacaat gtttgttttt cttgttttat tgccactagt</w:t>
      </w:r>
    </w:p>
    <w:p w14:paraId="73AEB27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ctctagtcag tgtgttaatc ttacaaccag aactcaatta ccccctgcat acactaattc</w:t>
      </w:r>
    </w:p>
    <w:p w14:paraId="1001D29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tttcacacgt ggtgtttatt accctgacaa agttttcaga tcctcagttt tacattcaac</w:t>
      </w:r>
    </w:p>
    <w:p w14:paraId="30F9478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tcaggacttg ttcttacctt tcttttccaa tgttacttgg ttccatgtta tctctgggac</w:t>
      </w:r>
    </w:p>
    <w:p w14:paraId="6639908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caatggtact aagaggtttg ataaccctgt cctaccattt aatgatggtg tttattttgc</w:t>
      </w:r>
    </w:p>
    <w:p w14:paraId="496A9BB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ttccattgag aagtctaaca taataagagg ctggattttt ggtactactt tagattcgaa</w:t>
      </w:r>
    </w:p>
    <w:p w14:paraId="19E5251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06CD644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ttttggacca caaaaacaac aaaagttgga tggaaagtga</w:t>
      </w:r>
    </w:p>
    <w:p w14:paraId="108D187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gttcagagtt tattctagtg cgaataattg cacttttgaa tatgtctctc agccttttct</w:t>
      </w:r>
    </w:p>
    <w:p w14:paraId="0FEF6B5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tatggacctt gaaggaaaac agggtaattt caaaaatctt agggaatttg tgtttaagaa</w:t>
      </w:r>
    </w:p>
    <w:p w14:paraId="6EF4A1B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tattgatggt tattttaaaa tatattctaa gcacacgcct attatagtgc gtgagccaga</w:t>
      </w:r>
    </w:p>
    <w:p w14:paraId="39EDF36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agatctccct cagggttttt cggctttaga accattggta gatttgccaa taggtattaa</w:t>
      </w:r>
    </w:p>
    <w:p w14:paraId="789EA5B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catcactagg tttcaaactt tacttgcttt acatagaagt tatttgactc ctggtgattc</w:t>
      </w:r>
    </w:p>
    <w:p w14:paraId="7948DA6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ttcttcaggt tggacagctg gtgctgcagc ttattatgtg ggttatcttc aacctaggac</w:t>
      </w:r>
    </w:p>
    <w:p w14:paraId="7AF0DCE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ttttctatta aaatataatg aaaatggaac cattacagat gctgtagact gtgcacttga</w:t>
      </w:r>
    </w:p>
    <w:p w14:paraId="0558024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ccctctctca gaaacaaagt gtacgttgaa atccttcact gtagaaaaag gaatctatca</w:t>
      </w:r>
    </w:p>
    <w:p w14:paraId="1C5D499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aacttctaac tttagagtcc aaccaacaga atctattgtt agatttccta atattacaaa</w:t>
      </w:r>
    </w:p>
    <w:p w14:paraId="41DC3AB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cttgtgccct tttgatgaag tttttaacgc caccagattt gcatctgttt atgcttggaa</w:t>
      </w:r>
    </w:p>
    <w:p w14:paraId="38C5155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caggaagaga atcagcaact gtgttgctga ttattctgtc ctatataatc tcgcaccatt</w:t>
      </w:r>
    </w:p>
    <w:p w14:paraId="7BD0471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tttcactttt aagtgttatg gagtgtctcc tactaaatta aatgatctct gctttactaa</w:t>
      </w:r>
    </w:p>
    <w:p w14:paraId="0043A50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tgtctatgca gattcatttg taattagagg tgatgaagtc agacaaatcg ctccagggca</w:t>
      </w:r>
    </w:p>
    <w:p w14:paraId="3E1DF00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aactggaaat attgctgatt ataattataa attaccagat gattttacag gctgcgttat</w:t>
      </w:r>
    </w:p>
    <w:p w14:paraId="1D8D2BA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agcttggaat tctaacaagc ttgattctaa ggttagtggt aattataatt acctgtatag</w:t>
      </w:r>
    </w:p>
    <w:p w14:paraId="4BCFC2D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attgtttagg aagtctaatc tcaaaccttt tgagagagat atttcaactg aaatctatca</w:t>
      </w:r>
    </w:p>
    <w:p w14:paraId="7C72758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ggccggtaac aaaccttgta atggtgttgc aggttttaat tgttactttc ctttacgatc</w:t>
      </w:r>
    </w:p>
    <w:p w14:paraId="4E141B4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atatagtttc cgacccactt atggtgttgg tcaccaacca tacagagtag tagtactttc</w:t>
      </w:r>
    </w:p>
    <w:p w14:paraId="74666AA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ttttgaactt ctacatgcac cagcaactgt ttgtggacct aaaaagtcta ctaatttggt</w:t>
      </w:r>
    </w:p>
    <w:p w14:paraId="18163A9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taaaaacaaa tgtgtcaatt tcaacttcaa tggtttaaaa ggcacaggtg ttcttactga</w:t>
      </w:r>
    </w:p>
    <w:p w14:paraId="27D1CBF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gtctaacaaa aagtttctgc ctttccaaca atttggcaga gacattgctg acactactga</w:t>
      </w:r>
    </w:p>
    <w:p w14:paraId="368B26F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tgctgtccgt gatccacaga cacttgagat tcttgacatt acaccatgtt cttttggtgg</w:t>
      </w:r>
    </w:p>
    <w:p w14:paraId="13628FD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tgtcagtgtt ataacaccag gaacaaatac ttctaaccag gttgctgttc tttatcaggg</w:t>
      </w:r>
    </w:p>
    <w:p w14:paraId="4735419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tgttaactgc acagaagtcc ctgttgctat tcatgcagat caacttactc ctacttggcg</w:t>
      </w:r>
    </w:p>
    <w:p w14:paraId="612100F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tgtttattct acaggttcta atgtttttca aacacgtgca ggctgtttaa taggggctga</w:t>
      </w:r>
    </w:p>
    <w:p w14:paraId="4A2EBA6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atatgtcaac aactcatatg agtgtgacat acccattggt gcaggtatat gcgctagtta</w:t>
      </w:r>
    </w:p>
    <w:p w14:paraId="7DB2D85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tcagactcag actaagtctc atcggcgggc acgtagtgta gctagtcaat ccatcattgc</w:t>
      </w:r>
    </w:p>
    <w:p w14:paraId="51234FC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ctacactatg tcacttggtg cagaaaattc agttgcttac tctaataact ctattgccat</w:t>
      </w:r>
    </w:p>
    <w:p w14:paraId="52B8B05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acccacaaat tttactatta gtgttaccac agaaattcta ccagtgtcta tgaccaagac</w:t>
      </w:r>
    </w:p>
    <w:p w14:paraId="125260D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atcagtagat tgtacaatgt acatttgtgg tgattcaact gaatgcagca atcttttgtt</w:t>
      </w:r>
    </w:p>
    <w:p w14:paraId="7D59BA0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23761 gcaatatggc agtttttgta cacaattaaa acgtgcttta actggaatag ctgttgaaca</w:t>
      </w:r>
    </w:p>
    <w:p w14:paraId="7643430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agacaaaaac acccaagaag tttttgcaca agtcaaacaa atttacaaaa caccaccaat</w:t>
      </w:r>
    </w:p>
    <w:p w14:paraId="0D709B7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taaatatttt ggtggtttta atttttcaca aatattacca gatccatcaa aaccaagcaa</w:t>
      </w:r>
    </w:p>
    <w:p w14:paraId="34084E2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gaggtcattt attgaagatc tacttttcaa caaagtgaca cttgcagatg ctggcttcat</w:t>
      </w:r>
    </w:p>
    <w:p w14:paraId="3DAA79D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caaacaatat ggtgattgcc ttggtgatat tgctgctaga gacctcattt gtgcacaaaa</w:t>
      </w:r>
    </w:p>
    <w:p w14:paraId="50121BB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gtttaaaggc cttactgttt tgccaccttt gctcacagat gaaatgattg ctcaatacac</w:t>
      </w:r>
    </w:p>
    <w:p w14:paraId="61BEA5D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ttctgcactg ttagcgggta caatcacttc tggttggacc tttggtgcag gtgctgcatt</w:t>
      </w:r>
    </w:p>
    <w:p w14:paraId="69EDA2F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acaaatacca tttgctatgc aaatggctta taggtttaat ggtattggag ttacacagaa</w:t>
      </w:r>
    </w:p>
    <w:p w14:paraId="5C92BB5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tgttctctat gagaaccaaa aattgattgc caaccaattt aatagtgcta ttggcaaaat</w:t>
      </w:r>
    </w:p>
    <w:p w14:paraId="042A0D5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tcaagactca ctttcttcca cagcaagtgc acttggaaaa cttcaagatg tggtcaacca</w:t>
      </w:r>
    </w:p>
    <w:p w14:paraId="5C4E8B6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taatgcacaa gctttaaaca cgcttgttaa acaacttagc tccaattttg gtgcaatttc</w:t>
      </w:r>
    </w:p>
    <w:p w14:paraId="4C48107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aagtgtttta aatgatatct tttcacgtct tgacaaagtt gaggctgaag tgcaaattga</w:t>
      </w:r>
    </w:p>
    <w:p w14:paraId="03ABA73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taggttgatc acaggcagac ttcaaagttt gcagacatat gtgactcaac aattaattag</w:t>
      </w:r>
    </w:p>
    <w:p w14:paraId="6B3A3BC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agctgcagaa atcagagctt ctgctaatct tgctgctact aaaatgtcag agtgtgtact</w:t>
      </w:r>
    </w:p>
    <w:p w14:paraId="3414ED0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tggacaatca aaaagagttg atttttgtgg aaagggctat catcttatgt ccttccctca</w:t>
      </w:r>
    </w:p>
    <w:p w14:paraId="21D52EC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gtcagcacct catggtgtag tcttcttgca tgtgacttat gtccctgcac aagaaaagaa</w:t>
      </w:r>
    </w:p>
    <w:p w14:paraId="0A708C5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cttcacaact gctcctgcca tttgtcatga tggaaaagca cactttcctc gtgaaggtgt</w:t>
      </w:r>
    </w:p>
    <w:p w14:paraId="1AC3DB3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ctttgtttca aatggcacac actggtttgt aacacaaagg aatttttatg aaccacaaat</w:t>
      </w:r>
    </w:p>
    <w:p w14:paraId="66BD940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cattactaca gacaacacat ttgtgtctgg taactgtgat gttgtaatag gaattgtcaa</w:t>
      </w:r>
    </w:p>
    <w:p w14:paraId="11E4186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caacacagtt tatgatcctt tgcaacctga attagattca ttcaaggagg agttagataa</w:t>
      </w:r>
    </w:p>
    <w:p w14:paraId="7689BF3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atattttaag aatcatacat caccagatgt tgatttaggt gacatctctg gcattaatgc</w:t>
      </w:r>
    </w:p>
    <w:p w14:paraId="1D78EAC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ttcagttgta aacattcaaa aagaaattga ccgcctcaat gaggttgcca agaatttaaa</w:t>
      </w:r>
    </w:p>
    <w:p w14:paraId="42D4D49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tgaatctctc atcgatctcc aagaacttgg aaagtatgag cagtatataa aatggccatg</w:t>
      </w:r>
    </w:p>
    <w:p w14:paraId="79ECE3C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gtacatttgg ctaggtttta tagctggctt gattgccata gtaatggtga caattatgct</w:t>
      </w:r>
    </w:p>
    <w:p w14:paraId="0FEAF5E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ttgctgtatg accagttgct gtagttgtct caagggctgt tgttcttgtg gatcctgctg</w:t>
      </w:r>
    </w:p>
    <w:p w14:paraId="43E76F3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caaatttgat gaagacgact ctgagccagt gctcaaagga gtcaaattac attacacata</w:t>
      </w:r>
    </w:p>
    <w:p w14:paraId="20A2467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aacgaactta tggatttgtt tatgagaatc ttcaaaattg gaactgtaac tttgaagcaa</w:t>
      </w:r>
    </w:p>
    <w:p w14:paraId="0C76AAB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ggtgaaatca aggatgctac tccttcagat tttgttcgcg ctactgcaac gataccgata</w:t>
      </w:r>
    </w:p>
    <w:p w14:paraId="3F7ED8C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caagcctcac tccctttcgg atggcttatt gttggcgttg cacttcttgc tgtttttcag</w:t>
      </w:r>
    </w:p>
    <w:p w14:paraId="004F6F5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agcgcttcca aaatcataac tctcaaaaag agatggcaac tagcactctc caagggtgtt</w:t>
      </w:r>
    </w:p>
    <w:p w14:paraId="026FFC2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cactttgttt gcaacttgct gttgttgttt gtaatagttt actcacacct tttgctcgtt</w:t>
      </w:r>
    </w:p>
    <w:p w14:paraId="1D2A4FC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gctgctggcc ttgaagcccc ttttttctat ctttatgctt tagtctactt cttgcagagt</w:t>
      </w:r>
    </w:p>
    <w:p w14:paraId="7B441A3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ataaactttg taagaataat aatgaggctt tggctttgct ggaaatgccg ttccaaaaac</w:t>
      </w:r>
    </w:p>
    <w:p w14:paraId="7EAE971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ccattacttt atgatgccaa ctattttctt tgctggcata ctaattgtta cgactattgt</w:t>
      </w:r>
    </w:p>
    <w:p w14:paraId="0AE8481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ataccttaca atagtgtaac ttcttcaatt gtcattactt caggtgatgg cacaacaagt</w:t>
      </w:r>
    </w:p>
    <w:p w14:paraId="0C23883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cctatttctg aacatgacta ccagattggt ggttatactg aaaaatggga atctggagta</w:t>
      </w:r>
    </w:p>
    <w:p w14:paraId="4A2E176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aaagactgtg ttgtattaca cagttacttc acttcagact attaccaact gtactcaact</w:t>
      </w:r>
    </w:p>
    <w:p w14:paraId="6544875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caattgagta cagacactgg tgttgaacat gttaccttct tcatctacaa taaaattgtt</w:t>
      </w:r>
    </w:p>
    <w:p w14:paraId="1108BB9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gatgagcctg aagaacatgt ccaaattcac acaatcgacg gttcatccgg agttgttaat</w:t>
      </w:r>
    </w:p>
    <w:p w14:paraId="171094E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ccagtaatgg aaccaattta tgatgaaccg acgacgacta ctagcgtgcc tttgtaagca</w:t>
      </w:r>
    </w:p>
    <w:p w14:paraId="722D129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caagctgatg agtacgaact tatgtactca ttcgtttcgg aagagatagg tacgttaata</w:t>
      </w:r>
    </w:p>
    <w:p w14:paraId="46303A2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gttaatagcg tacttctttt tcttgctttc gtggtattct tgctagttac actagccatc</w:t>
      </w:r>
    </w:p>
    <w:p w14:paraId="43339C4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26281 cttactgcgc ttcgattgtg tgcgtactgc tgcaatattg ttaacgtgag tcttgtaaaa</w:t>
      </w:r>
    </w:p>
    <w:p w14:paraId="2DFFD6F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ccttcttttt acgtttactc tcgtgttaaa aatctgaatt cttctagagt tcctgatctt</w:t>
      </w:r>
    </w:p>
    <w:p w14:paraId="4AE5B26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ctggtctaaa cgaactaaat attatattag tttttctgtt tggaacttta attttagcca</w:t>
      </w:r>
    </w:p>
    <w:p w14:paraId="68F9942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tggcaggttc caacggtact attaccgttg aagagcttaa aaagctcctt gaagaatgga</w:t>
      </w:r>
    </w:p>
    <w:p w14:paraId="49B640C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acctagtaat aggtttccta ttccttacat ggatttgtct tctacaattt gcctatgcca</w:t>
      </w:r>
    </w:p>
    <w:p w14:paraId="6FDF5E7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acaggaatag gtttttgtat ataattaagt taattttcct ctggctgtta tggccagtaa</w:t>
      </w:r>
    </w:p>
    <w:p w14:paraId="6736FA9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ctttaacttg ttttgtgctt gctgctgttt acagaataaa ttggatcacc ggtggaattg</w:t>
      </w:r>
    </w:p>
    <w:p w14:paraId="4337DE6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ctatcgcaat ggcttgtctt gtaggcttga tgtggctcag ctacttcatt gcttctttca</w:t>
      </w:r>
    </w:p>
    <w:p w14:paraId="515BD8B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gactgtttgc gcgtacgcgt tccatgtggt cattcaatcc agaaactaac attcttctca</w:t>
      </w:r>
    </w:p>
    <w:p w14:paraId="4B954F9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acgtgccact ccatggcact attctgacca gaccgcttct agaaagtgaa ctcgtaatcg</w:t>
      </w:r>
    </w:p>
    <w:p w14:paraId="3A1AA09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gagctgtgat ccttcgtgga catcttcgta ttgctggaca ccatctagga cgctgtgaca</w:t>
      </w:r>
    </w:p>
    <w:p w14:paraId="2A902AD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tcaaggacct gcctaaagaa atcactgttg ctacatcacg aacgctttct tattacaaat</w:t>
      </w:r>
    </w:p>
    <w:p w14:paraId="77C8F78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tgggagcttc gcagcgtgta gcaggtgact caggttttgc tgcatacagt cgctacagga</w:t>
      </w:r>
    </w:p>
    <w:p w14:paraId="73CC424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ttggcaacta taaattaaac acagaccatt ccagtagcag tgacaatatt gctttgcttg</w:t>
      </w:r>
    </w:p>
    <w:p w14:paraId="7E17174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tacagtaagt gacaacagat gtttcatctc gttgactttc aggttactat agcagagata</w:t>
      </w:r>
    </w:p>
    <w:p w14:paraId="56E4B9E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ttactaatta ttatgcggac ttttaaagtt tccatttgga atcttgatta catcataaac</w:t>
      </w:r>
    </w:p>
    <w:p w14:paraId="1FBD05A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ctcataatta aaaatttatc taagtcacta actgagaata aatattctca attagatgaa</w:t>
      </w:r>
    </w:p>
    <w:p w14:paraId="318D86C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gagcaaccaa tggagattga ttaaacgaac atgaaaatta ttcttttctt ggcactgata</w:t>
      </w:r>
    </w:p>
    <w:p w14:paraId="1D77FD86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acactcgcta cttgtgagct ttatcactac caagagtgtg ttagaggtac aacagtactt</w:t>
      </w:r>
    </w:p>
    <w:p w14:paraId="1F45BBD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ttaaaagaac cttgctcttc tggaacatac gagggcaatt caccatttca ccctctagct</w:t>
      </w:r>
    </w:p>
    <w:p w14:paraId="51452AB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gataacaaat ttgcactgac ttgctttagc actcaatttg cttttgcttg tcctgacggc</w:t>
      </w:r>
    </w:p>
    <w:p w14:paraId="658453A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gtaaaacacg tctatcagtt acgtgccaga tcagtttcac ctaaactgtt catcagacaa</w:t>
      </w:r>
    </w:p>
    <w:p w14:paraId="2089BE6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gaggaagttc aagaacttta ctctccaatt tttcttattg ttgcggcaat agtgtttata</w:t>
      </w:r>
    </w:p>
    <w:p w14:paraId="5F59561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acactttgct tcacactcaa aagaaagaca gaatgattga actttcatta attgacttct</w:t>
      </w:r>
    </w:p>
    <w:p w14:paraId="0149B6A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atttgtgctt tttagccttt ctgttattcc ttgttttaat tatgcttatt atcttttggt</w:t>
      </w:r>
    </w:p>
    <w:p w14:paraId="03F12B3E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tctcacttga actgcaagat cataatgaaa cttgtcacgc ctaaacgaac atgaaatttc</w:t>
      </w:r>
    </w:p>
    <w:p w14:paraId="5614A5B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ttgttttctt aggaatcatc acaactgtag ctgcatttca ccaagaatgt agtttacagt</w:t>
      </w:r>
    </w:p>
    <w:p w14:paraId="7125572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catgtactca acatcaacca tatgtagttg atgacccgtg tcctattcac ttctattcta</w:t>
      </w:r>
    </w:p>
    <w:p w14:paraId="408DDB5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aatggtatat tagagtagga gctagaaaat cagcaccttt aattgaattg tgcgtggatg</w:t>
      </w:r>
    </w:p>
    <w:p w14:paraId="1D25A1C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aggctggttc taaatcaccc attcagtaca tcgatatcgg taattataca gtttcctgtt</w:t>
      </w:r>
    </w:p>
    <w:p w14:paraId="47BB4593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taccttttac aattaattgc caggaaccta aattgggtag tcttgtagtg cgttgttcgt</w:t>
      </w:r>
    </w:p>
    <w:p w14:paraId="7668F7C8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tctatgaaga ctttttagag tatcatgacg ttcgtgttgt tttagatttc atctaaacga</w:t>
      </w:r>
    </w:p>
    <w:p w14:paraId="33F6BCA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acaaacttaa atgtctgata atggacccca aaatcagcga aatgcactcc gcattacgtt</w:t>
      </w:r>
    </w:p>
    <w:p w14:paraId="1BAF217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tggtggaccc tcagattcaa ctggcagtaa ccagaatggt ggggcgcgat caaaacaacg</w:t>
      </w:r>
    </w:p>
    <w:p w14:paraId="28A395D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tcggccccaa ggtttaccca ataatactgc gtcttggttc accgctctca ctcaacatgg</w:t>
      </w:r>
    </w:p>
    <w:p w14:paraId="26B7469F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caaggaagac cttaaattcc ctcgaggaca aggcgttcca attaacacca atagcagtcc</w:t>
      </w:r>
    </w:p>
    <w:p w14:paraId="601D177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agatgaccaa attggctact accgaagagc taccagacga attcgtggtg gtgacggtaa</w:t>
      </w:r>
    </w:p>
    <w:p w14:paraId="571A9BB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aatgaaagat ctcagtccaa gatggtattt ctactaccta ggaactgggc cagaagctgg</w:t>
      </w:r>
    </w:p>
    <w:p w14:paraId="32D52ACD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acttccctat ggtgctaaca aagacggcat catatgggtt gcaactgagg gagccttgaa</w:t>
      </w:r>
    </w:p>
    <w:p w14:paraId="36D7DA7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tacaccaaaa gatcacattg gcacccgcaa tcctgctaac aatgctgcaa tcgtgctaca</w:t>
      </w:r>
    </w:p>
    <w:p w14:paraId="11E4882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acttcctcaa ggaacaacat tgccaaaagg cttctacgca gaagggagca gaggcggcag</w:t>
      </w:r>
    </w:p>
    <w:p w14:paraId="07473AB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tcaagcctct tctcgttcct catcacgtag tcgcaacagt tcaagaaatt caactccagg</w:t>
      </w:r>
    </w:p>
    <w:p w14:paraId="52A491C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28801 cagcagtaaa cgaacttctc ctgctagaat ggctggcaat ggcggtgatg ctgctcttgc</w:t>
      </w:r>
    </w:p>
    <w:p w14:paraId="0E79D04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tttgctgctg cttgacagat tgaaccagct tgagagcaaa atgtctggta aaggccaaca</w:t>
      </w:r>
    </w:p>
    <w:p w14:paraId="7237B16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acaacaaggc caaactgtca ctaagaaatc tgctgctgag gcttctaaga agcctcggca</w:t>
      </w:r>
    </w:p>
    <w:p w14:paraId="5D9D50B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aaaacgtact gccactaaag catacaatgt aacacaagct ttcggcagac gtggtccaga</w:t>
      </w:r>
    </w:p>
    <w:p w14:paraId="772EABBC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acaaacccaa ggaaattttg gggaccagga actaatcaga caaggaactg attacaaaca</w:t>
      </w:r>
    </w:p>
    <w:p w14:paraId="547F460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ttggccgcaa attgcacaat ttgcccccag cgcttcagcg ttcttcggaa tgtcgcgcat</w:t>
      </w:r>
    </w:p>
    <w:p w14:paraId="31AE68C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tggcatggaa gtcacacctt cgggaacgtg gttgacctac acaggtgcca tcaaattgga</w:t>
      </w:r>
    </w:p>
    <w:p w14:paraId="0AF5E21A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tgacaaaggt ccaaatttca aagatcaagt cattttgctg aataagcata ttgacgcata</w:t>
      </w:r>
    </w:p>
    <w:p w14:paraId="15EFAA1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caaaacattc ccaccaacag agcctaaaaa ggacaaaaag aagaaggctg atgaaactca</w:t>
      </w:r>
    </w:p>
    <w:p w14:paraId="265CA8AB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agccttaccg cagagacaga agaaacagca aactgtgact cttcttcctg ctgcagattt</w:t>
      </w:r>
    </w:p>
    <w:p w14:paraId="4BBF7512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ggatgatttc tccaaacaat tgcaacaatc catgagcagt gctgactcaa ctcaggccta</w:t>
      </w:r>
    </w:p>
    <w:p w14:paraId="0AFB2249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aactcatgca gaccacacaa ggcagatggg ctatataaac gttttcgctt ttccgtttac</w:t>
      </w:r>
    </w:p>
    <w:p w14:paraId="5F5F0FD4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gatatatagt ctactcttgt gcagaatgaa ttctcgtaac tacatagcac aagtagatgt</w:t>
      </w:r>
    </w:p>
    <w:p w14:paraId="5CEF128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agttaacttt aatctcacat agcaatcttt aatcagtgtg taacattagg gaggacttga</w:t>
      </w:r>
    </w:p>
    <w:p w14:paraId="5AA6AF11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aagagccacc acattttcac cgaggccacg cggagtacga tcgagtgtac agtgaacaat</w:t>
      </w:r>
    </w:p>
    <w:p w14:paraId="4796F9D7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gctagggaga gctgcctata tggaagagcc ctaatgtgta aaattaattt tagtagtgct</w:t>
      </w:r>
    </w:p>
    <w:p w14:paraId="05FB7EB5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atccccatgt</w:t>
      </w:r>
    </w:p>
    <w:p w14:paraId="1C3891D0" w14:textId="77777777" w:rsidR="005412D0" w:rsidRPr="005412D0" w:rsidRDefault="005412D0" w:rsidP="005412D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412D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8830F6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D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12D0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820966"/>
  <w15:chartTrackingRefBased/>
  <w15:docId w15:val="{3863CF3D-72E5-7441-9DF3-6E0C0ABC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1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30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16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10860</Words>
  <Characters>61907</Characters>
  <Application>Microsoft Office Word</Application>
  <DocSecurity>0</DocSecurity>
  <Lines>515</Lines>
  <Paragraphs>145</Paragraphs>
  <ScaleCrop>false</ScaleCrop>
  <Company/>
  <LinksUpToDate>false</LinksUpToDate>
  <CharactersWithSpaces>72622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2023-01-30T03:29:00Z</dcterms:created>
  <dcterms:modified xsi:type="dcterms:W3CDTF">2023-01-30T03:30:00Z</dcterms:modified>
</cp:coreProperties>
</file>